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DAD288" w14:textId="77777777" w:rsidR="006E5D65" w:rsidRPr="00A155B1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A155B1">
        <w:rPr>
          <w:rFonts w:ascii="Corbel" w:hAnsi="Corbel"/>
          <w:bCs/>
          <w:i/>
        </w:rPr>
        <w:t xml:space="preserve">Załącznik nr </w:t>
      </w:r>
      <w:r w:rsidR="006F31E2" w:rsidRPr="00A155B1">
        <w:rPr>
          <w:rFonts w:ascii="Corbel" w:hAnsi="Corbel"/>
          <w:bCs/>
          <w:i/>
        </w:rPr>
        <w:t>1.5</w:t>
      </w:r>
      <w:r w:rsidR="00D8678B" w:rsidRPr="00A155B1">
        <w:rPr>
          <w:rFonts w:ascii="Corbel" w:hAnsi="Corbel"/>
          <w:bCs/>
          <w:i/>
        </w:rPr>
        <w:t xml:space="preserve"> do Zarządzenia</w:t>
      </w:r>
      <w:r w:rsidR="002A22BF" w:rsidRPr="00A155B1">
        <w:rPr>
          <w:rFonts w:ascii="Corbel" w:hAnsi="Corbel"/>
          <w:bCs/>
          <w:i/>
        </w:rPr>
        <w:t xml:space="preserve"> Rektora UR </w:t>
      </w:r>
      <w:r w:rsidRPr="00A155B1">
        <w:rPr>
          <w:rFonts w:ascii="Corbel" w:hAnsi="Corbel"/>
          <w:bCs/>
          <w:i/>
        </w:rPr>
        <w:t xml:space="preserve"> nr </w:t>
      </w:r>
      <w:r w:rsidR="00F17567" w:rsidRPr="00A155B1">
        <w:rPr>
          <w:rFonts w:ascii="Corbel" w:hAnsi="Corbel"/>
          <w:bCs/>
          <w:i/>
        </w:rPr>
        <w:t>12/2019</w:t>
      </w:r>
    </w:p>
    <w:p w14:paraId="76CB7A0A" w14:textId="77777777" w:rsidR="0085747A" w:rsidRPr="00A155B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155B1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21C98828" w:rsidR="00DC6D0C" w:rsidRPr="00A155B1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A155B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155B1">
        <w:rPr>
          <w:rFonts w:ascii="Corbel" w:hAnsi="Corbel"/>
          <w:i/>
          <w:smallCaps/>
          <w:sz w:val="24"/>
          <w:szCs w:val="24"/>
        </w:rPr>
        <w:t xml:space="preserve"> 2020-202</w:t>
      </w:r>
      <w:r w:rsidR="00D05A3B" w:rsidRPr="00A155B1">
        <w:rPr>
          <w:rFonts w:ascii="Corbel" w:hAnsi="Corbel"/>
          <w:i/>
          <w:smallCaps/>
          <w:sz w:val="24"/>
          <w:szCs w:val="24"/>
        </w:rPr>
        <w:t>2</w:t>
      </w:r>
    </w:p>
    <w:p w14:paraId="6A743604" w14:textId="060188CF" w:rsidR="00445970" w:rsidRPr="00A155B1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155B1">
        <w:rPr>
          <w:rFonts w:ascii="Corbel" w:hAnsi="Corbel"/>
          <w:sz w:val="20"/>
          <w:szCs w:val="20"/>
        </w:rPr>
        <w:t xml:space="preserve">Rok akademicki   </w:t>
      </w:r>
      <w:r w:rsidR="00182C9E" w:rsidRPr="00A155B1">
        <w:rPr>
          <w:rFonts w:ascii="Corbel" w:hAnsi="Corbel"/>
          <w:sz w:val="20"/>
          <w:szCs w:val="20"/>
        </w:rPr>
        <w:t>202</w:t>
      </w:r>
      <w:r w:rsidR="00AE4AD8" w:rsidRPr="00A155B1">
        <w:rPr>
          <w:rFonts w:ascii="Corbel" w:hAnsi="Corbel"/>
          <w:sz w:val="20"/>
          <w:szCs w:val="20"/>
        </w:rPr>
        <w:t>1</w:t>
      </w:r>
      <w:r w:rsidR="00182C9E" w:rsidRPr="00A155B1">
        <w:rPr>
          <w:rFonts w:ascii="Corbel" w:hAnsi="Corbel"/>
          <w:sz w:val="20"/>
          <w:szCs w:val="20"/>
        </w:rPr>
        <w:t>/202</w:t>
      </w:r>
      <w:r w:rsidR="00AE4AD8" w:rsidRPr="00A155B1">
        <w:rPr>
          <w:rFonts w:ascii="Corbel" w:hAnsi="Corbel"/>
          <w:sz w:val="20"/>
          <w:szCs w:val="20"/>
        </w:rPr>
        <w:t>2</w:t>
      </w:r>
    </w:p>
    <w:p w14:paraId="0749206E" w14:textId="77777777" w:rsidR="0085747A" w:rsidRPr="00A155B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2F48B0A" w14:textId="5C77F89D" w:rsidR="00AE4AD8" w:rsidRPr="00A155B1" w:rsidRDefault="0085747A" w:rsidP="00AE4AD8">
      <w:pPr>
        <w:pStyle w:val="Punktygwne"/>
        <w:numPr>
          <w:ilvl w:val="0"/>
          <w:numId w:val="15"/>
        </w:numPr>
        <w:spacing w:before="0" w:after="0"/>
        <w:rPr>
          <w:rFonts w:ascii="Corbel" w:hAnsi="Corbel"/>
          <w:szCs w:val="24"/>
        </w:rPr>
      </w:pPr>
      <w:r w:rsidRPr="00A155B1">
        <w:rPr>
          <w:rFonts w:ascii="Corbel" w:hAnsi="Corbel"/>
          <w:szCs w:val="24"/>
        </w:rPr>
        <w:t xml:space="preserve">Podstawowe </w:t>
      </w:r>
      <w:r w:rsidR="00445970" w:rsidRPr="00A155B1">
        <w:rPr>
          <w:rFonts w:ascii="Corbel" w:hAnsi="Corbel"/>
          <w:szCs w:val="24"/>
        </w:rPr>
        <w:t>informacje o przedmiocie</w:t>
      </w:r>
    </w:p>
    <w:p w14:paraId="018987DD" w14:textId="77777777" w:rsidR="00AE4AD8" w:rsidRPr="00A155B1" w:rsidRDefault="00AE4AD8" w:rsidP="00AE4AD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155B1" w14:paraId="0ABA8A78" w14:textId="77777777" w:rsidTr="00AE4AD8">
        <w:tc>
          <w:tcPr>
            <w:tcW w:w="2694" w:type="dxa"/>
            <w:vAlign w:val="center"/>
          </w:tcPr>
          <w:p w14:paraId="617C0DAC" w14:textId="77777777" w:rsidR="0085747A" w:rsidRPr="00A155B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ADC90B9" w:rsidR="0085747A" w:rsidRPr="00A155B1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Metody oceny kondycji finansowej przedsiębiorstwa</w:t>
            </w:r>
          </w:p>
        </w:tc>
      </w:tr>
      <w:tr w:rsidR="0085747A" w:rsidRPr="00A155B1" w14:paraId="506999EA" w14:textId="77777777" w:rsidTr="00AE4AD8">
        <w:tc>
          <w:tcPr>
            <w:tcW w:w="2694" w:type="dxa"/>
            <w:vAlign w:val="center"/>
          </w:tcPr>
          <w:p w14:paraId="315ED69E" w14:textId="77777777" w:rsidR="0085747A" w:rsidRPr="00A155B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155B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0B469A2" w:rsidR="0085747A" w:rsidRPr="00A155B1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E/II/EP/C.5</w:t>
            </w:r>
          </w:p>
        </w:tc>
      </w:tr>
      <w:tr w:rsidR="0085747A" w:rsidRPr="00A155B1" w14:paraId="4D7811D2" w14:textId="77777777" w:rsidTr="00AE4AD8">
        <w:tc>
          <w:tcPr>
            <w:tcW w:w="2694" w:type="dxa"/>
            <w:vAlign w:val="center"/>
          </w:tcPr>
          <w:p w14:paraId="7E428FF4" w14:textId="77777777" w:rsidR="0085747A" w:rsidRPr="00A155B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N</w:t>
            </w:r>
            <w:r w:rsidR="0085747A" w:rsidRPr="00A155B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155B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A155B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E4AD8" w:rsidRPr="00A155B1" w14:paraId="667C2DFC" w14:textId="77777777" w:rsidTr="00AE4AD8">
        <w:tc>
          <w:tcPr>
            <w:tcW w:w="2694" w:type="dxa"/>
            <w:vAlign w:val="center"/>
          </w:tcPr>
          <w:p w14:paraId="12507E4F" w14:textId="77777777" w:rsidR="00AE4AD8" w:rsidRPr="00A155B1" w:rsidRDefault="00AE4AD8" w:rsidP="00AE4AD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4C6DCD0" w:rsidR="00AE4AD8" w:rsidRPr="00A155B1" w:rsidRDefault="00AE4AD8" w:rsidP="00AE4A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155B1" w14:paraId="1C470296" w14:textId="77777777" w:rsidTr="00AE4AD8">
        <w:tc>
          <w:tcPr>
            <w:tcW w:w="2694" w:type="dxa"/>
            <w:vAlign w:val="center"/>
          </w:tcPr>
          <w:p w14:paraId="44FD0D04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A155B1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155B1" w14:paraId="0369B07B" w14:textId="77777777" w:rsidTr="00AE4AD8">
        <w:tc>
          <w:tcPr>
            <w:tcW w:w="2694" w:type="dxa"/>
            <w:vAlign w:val="center"/>
          </w:tcPr>
          <w:p w14:paraId="6B3B00C4" w14:textId="77777777" w:rsidR="0085747A" w:rsidRPr="00A155B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F4F98D0" w:rsidR="0085747A" w:rsidRPr="00A155B1" w:rsidRDefault="00AE4A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  <w:r w:rsidR="003823BE" w:rsidRPr="00A155B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A155B1" w14:paraId="2753A7D6" w14:textId="77777777" w:rsidTr="00AE4AD8">
        <w:tc>
          <w:tcPr>
            <w:tcW w:w="2694" w:type="dxa"/>
            <w:vAlign w:val="center"/>
          </w:tcPr>
          <w:p w14:paraId="08A4166F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31720268" w:rsidR="0085747A" w:rsidRPr="00A155B1" w:rsidRDefault="00AE4A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155B1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A155B1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A155B1" w14:paraId="3A39C6A1" w14:textId="77777777" w:rsidTr="00AE4AD8">
        <w:tc>
          <w:tcPr>
            <w:tcW w:w="2694" w:type="dxa"/>
            <w:vAlign w:val="center"/>
          </w:tcPr>
          <w:p w14:paraId="4F5A79F5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444C03C" w:rsidR="0085747A" w:rsidRPr="00A155B1" w:rsidRDefault="00AE4A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823BE" w:rsidRPr="00A155B1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A155B1" w14:paraId="007CF2B1" w14:textId="77777777" w:rsidTr="00AE4AD8">
        <w:tc>
          <w:tcPr>
            <w:tcW w:w="2694" w:type="dxa"/>
            <w:vAlign w:val="center"/>
          </w:tcPr>
          <w:p w14:paraId="5585E70D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155B1">
              <w:rPr>
                <w:rFonts w:ascii="Corbel" w:hAnsi="Corbel"/>
                <w:sz w:val="24"/>
                <w:szCs w:val="24"/>
              </w:rPr>
              <w:t>/y</w:t>
            </w:r>
            <w:r w:rsidRPr="00A155B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39D9171" w:rsidR="0085747A" w:rsidRPr="00A155B1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260CAB" w:rsidRPr="00A155B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A155B1" w14:paraId="4F3F54D3" w14:textId="77777777" w:rsidTr="00AE4AD8">
        <w:tc>
          <w:tcPr>
            <w:tcW w:w="2694" w:type="dxa"/>
            <w:vAlign w:val="center"/>
          </w:tcPr>
          <w:p w14:paraId="547711CB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2071CEF" w:rsidR="0085747A" w:rsidRPr="00A155B1" w:rsidRDefault="00AE4AD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="00B20378" w:rsidRPr="00A155B1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pecjalnościowy </w:t>
            </w:r>
          </w:p>
        </w:tc>
      </w:tr>
      <w:tr w:rsidR="00923D7D" w:rsidRPr="00A155B1" w14:paraId="5B7A417E" w14:textId="77777777" w:rsidTr="00AE4AD8">
        <w:tc>
          <w:tcPr>
            <w:tcW w:w="2694" w:type="dxa"/>
            <w:vAlign w:val="center"/>
          </w:tcPr>
          <w:p w14:paraId="4BA6022F" w14:textId="77777777" w:rsidR="00923D7D" w:rsidRPr="00A155B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A155B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155B1" w14:paraId="65731A9E" w14:textId="77777777" w:rsidTr="00AE4AD8">
        <w:tc>
          <w:tcPr>
            <w:tcW w:w="2694" w:type="dxa"/>
            <w:vAlign w:val="center"/>
          </w:tcPr>
          <w:p w14:paraId="7C2F6978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0F41F1D" w:rsidR="0085747A" w:rsidRPr="00A155B1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A155B1" w14:paraId="57276881" w14:textId="77777777" w:rsidTr="00AE4AD8">
        <w:tc>
          <w:tcPr>
            <w:tcW w:w="2694" w:type="dxa"/>
            <w:vAlign w:val="center"/>
          </w:tcPr>
          <w:p w14:paraId="0BD0FC2A" w14:textId="77777777" w:rsidR="0085747A" w:rsidRPr="00A155B1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7914E28" w:rsidR="009F7A74" w:rsidRPr="00A155B1" w:rsidRDefault="00B20378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A155B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sz w:val="24"/>
          <w:szCs w:val="24"/>
        </w:rPr>
        <w:t xml:space="preserve">* </w:t>
      </w:r>
      <w:r w:rsidR="00B90885" w:rsidRPr="00A155B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155B1">
        <w:rPr>
          <w:rFonts w:ascii="Corbel" w:hAnsi="Corbel"/>
          <w:b w:val="0"/>
          <w:sz w:val="24"/>
          <w:szCs w:val="24"/>
        </w:rPr>
        <w:t>e,</w:t>
      </w:r>
      <w:r w:rsidR="00C41B9B" w:rsidRPr="00A155B1">
        <w:rPr>
          <w:rFonts w:ascii="Corbel" w:hAnsi="Corbel"/>
          <w:b w:val="0"/>
          <w:sz w:val="24"/>
          <w:szCs w:val="24"/>
        </w:rPr>
        <w:t xml:space="preserve"> </w:t>
      </w:r>
      <w:r w:rsidRPr="00A155B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155B1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A155B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sz w:val="24"/>
          <w:szCs w:val="24"/>
        </w:rPr>
        <w:t>1.</w:t>
      </w:r>
      <w:r w:rsidR="00E22FBC" w:rsidRPr="00A155B1">
        <w:rPr>
          <w:rFonts w:ascii="Corbel" w:hAnsi="Corbel"/>
          <w:sz w:val="24"/>
          <w:szCs w:val="24"/>
        </w:rPr>
        <w:t>1</w:t>
      </w:r>
      <w:r w:rsidRPr="00A155B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A155B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155B1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A155B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(</w:t>
            </w:r>
            <w:r w:rsidR="00363F78" w:rsidRPr="00A155B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55B1">
              <w:rPr>
                <w:rFonts w:ascii="Corbel" w:hAnsi="Corbel"/>
                <w:szCs w:val="24"/>
              </w:rPr>
              <w:t>Wykł</w:t>
            </w:r>
            <w:proofErr w:type="spellEnd"/>
            <w:r w:rsidRPr="00A155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55B1">
              <w:rPr>
                <w:rFonts w:ascii="Corbel" w:hAnsi="Corbel"/>
                <w:szCs w:val="24"/>
              </w:rPr>
              <w:t>Konw</w:t>
            </w:r>
            <w:proofErr w:type="spellEnd"/>
            <w:r w:rsidRPr="00A155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55B1">
              <w:rPr>
                <w:rFonts w:ascii="Corbel" w:hAnsi="Corbel"/>
                <w:szCs w:val="24"/>
              </w:rPr>
              <w:t>Sem</w:t>
            </w:r>
            <w:proofErr w:type="spellEnd"/>
            <w:r w:rsidRPr="00A155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55B1">
              <w:rPr>
                <w:rFonts w:ascii="Corbel" w:hAnsi="Corbel"/>
                <w:szCs w:val="24"/>
              </w:rPr>
              <w:t>Prakt</w:t>
            </w:r>
            <w:proofErr w:type="spellEnd"/>
            <w:r w:rsidRPr="00A155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155B1">
              <w:rPr>
                <w:rFonts w:ascii="Corbel" w:hAnsi="Corbel"/>
                <w:b/>
                <w:szCs w:val="24"/>
              </w:rPr>
              <w:t>Liczba pkt</w:t>
            </w:r>
            <w:r w:rsidR="00B90885" w:rsidRPr="00A155B1">
              <w:rPr>
                <w:rFonts w:ascii="Corbel" w:hAnsi="Corbel"/>
                <w:b/>
                <w:szCs w:val="24"/>
              </w:rPr>
              <w:t>.</w:t>
            </w:r>
            <w:r w:rsidRPr="00A155B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A155B1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30846868" w:rsidR="003823BE" w:rsidRPr="00A155B1" w:rsidRDefault="00260CA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0FFB6910" w:rsidR="003823BE" w:rsidRPr="00A155B1" w:rsidRDefault="00260CA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ED08AF" w:rsidR="003823BE" w:rsidRPr="00A155B1" w:rsidRDefault="009F7A74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A155B1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6A5D4E4B" w14:textId="77777777" w:rsidR="00923D7D" w:rsidRPr="00A155B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A155B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>1.</w:t>
      </w:r>
      <w:r w:rsidR="00E22FBC" w:rsidRPr="00A155B1">
        <w:rPr>
          <w:rFonts w:ascii="Corbel" w:hAnsi="Corbel"/>
          <w:smallCaps w:val="0"/>
          <w:szCs w:val="24"/>
        </w:rPr>
        <w:t>2</w:t>
      </w:r>
      <w:r w:rsidR="00F83B28" w:rsidRPr="00A155B1">
        <w:rPr>
          <w:rFonts w:ascii="Corbel" w:hAnsi="Corbel"/>
          <w:smallCaps w:val="0"/>
          <w:szCs w:val="24"/>
        </w:rPr>
        <w:t>.</w:t>
      </w:r>
      <w:r w:rsidR="00F83B28" w:rsidRPr="00A155B1">
        <w:rPr>
          <w:rFonts w:ascii="Corbel" w:hAnsi="Corbel"/>
          <w:smallCaps w:val="0"/>
          <w:szCs w:val="24"/>
        </w:rPr>
        <w:tab/>
      </w:r>
      <w:r w:rsidRPr="00A155B1">
        <w:rPr>
          <w:rFonts w:ascii="Corbel" w:hAnsi="Corbel"/>
          <w:smallCaps w:val="0"/>
          <w:szCs w:val="24"/>
        </w:rPr>
        <w:t xml:space="preserve">Sposób realizacji zajęć  </w:t>
      </w:r>
    </w:p>
    <w:p w14:paraId="0DDAC7C0" w14:textId="77777777" w:rsidR="00AE4AD8" w:rsidRPr="00A155B1" w:rsidRDefault="00AE4AD8" w:rsidP="00AE4AD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A155B1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A155B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A155B1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A155B1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D2DD8E9" w14:textId="77777777" w:rsidR="00AE4AD8" w:rsidRPr="00A155B1" w:rsidRDefault="00AE4AD8" w:rsidP="00AE4AD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155B1">
        <w:rPr>
          <w:rFonts w:ascii="MS Gothic" w:eastAsia="MS Gothic" w:hAnsi="MS Gothic" w:cs="MS Gothic" w:hint="eastAsia"/>
          <w:b w:val="0"/>
          <w:szCs w:val="24"/>
        </w:rPr>
        <w:t>☐</w:t>
      </w:r>
      <w:r w:rsidRPr="00A155B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7DF85D57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50FA67F8" w:rsidR="00E22FBC" w:rsidRPr="00A155B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 xml:space="preserve">1.3 </w:t>
      </w:r>
      <w:r w:rsidR="00F83B28" w:rsidRPr="00A155B1">
        <w:rPr>
          <w:rFonts w:ascii="Corbel" w:hAnsi="Corbel"/>
          <w:smallCaps w:val="0"/>
          <w:szCs w:val="24"/>
        </w:rPr>
        <w:tab/>
      </w:r>
      <w:r w:rsidRPr="00A155B1">
        <w:rPr>
          <w:rFonts w:ascii="Corbel" w:hAnsi="Corbel"/>
          <w:smallCaps w:val="0"/>
          <w:szCs w:val="24"/>
        </w:rPr>
        <w:t>For</w:t>
      </w:r>
      <w:r w:rsidR="00445970" w:rsidRPr="00A155B1">
        <w:rPr>
          <w:rFonts w:ascii="Corbel" w:hAnsi="Corbel"/>
          <w:smallCaps w:val="0"/>
          <w:szCs w:val="24"/>
        </w:rPr>
        <w:t xml:space="preserve">ma zaliczenia przedmiotu </w:t>
      </w:r>
      <w:r w:rsidRPr="00A155B1">
        <w:rPr>
          <w:rFonts w:ascii="Corbel" w:hAnsi="Corbel"/>
          <w:smallCaps w:val="0"/>
          <w:szCs w:val="24"/>
        </w:rPr>
        <w:t xml:space="preserve">(z toku) </w:t>
      </w:r>
      <w:r w:rsidRPr="00A155B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E03E9" w14:textId="4AA7BE57" w:rsidR="00E1719D" w:rsidRPr="00A155B1" w:rsidRDefault="00AE4AD8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155B1">
        <w:rPr>
          <w:rFonts w:ascii="Corbel" w:hAnsi="Corbel"/>
          <w:b w:val="0"/>
          <w:smallCaps w:val="0"/>
          <w:szCs w:val="24"/>
        </w:rPr>
        <w:tab/>
      </w:r>
      <w:r w:rsidR="002E216F" w:rsidRPr="00A155B1">
        <w:rPr>
          <w:rFonts w:ascii="Corbel" w:hAnsi="Corbel"/>
          <w:b w:val="0"/>
          <w:smallCaps w:val="0"/>
          <w:szCs w:val="24"/>
        </w:rPr>
        <w:t>Egzamin</w:t>
      </w:r>
    </w:p>
    <w:p w14:paraId="3CE06286" w14:textId="005181B0" w:rsidR="00E960BB" w:rsidRPr="00A155B1" w:rsidRDefault="00AE4AD8" w:rsidP="008925D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A155B1">
        <w:rPr>
          <w:rFonts w:ascii="Corbel" w:hAnsi="Corbel"/>
          <w:b w:val="0"/>
          <w:smallCaps w:val="0"/>
          <w:szCs w:val="24"/>
        </w:rPr>
        <w:tab/>
      </w:r>
    </w:p>
    <w:p w14:paraId="07307EEF" w14:textId="00E1A515" w:rsidR="00E960BB" w:rsidRPr="00A155B1" w:rsidRDefault="0085747A" w:rsidP="00AE4AD8">
      <w:pPr>
        <w:pStyle w:val="Punktygwne"/>
        <w:numPr>
          <w:ilvl w:val="0"/>
          <w:numId w:val="15"/>
        </w:numPr>
        <w:spacing w:before="0" w:after="0"/>
        <w:rPr>
          <w:rFonts w:ascii="Corbel" w:hAnsi="Corbel"/>
          <w:szCs w:val="24"/>
        </w:rPr>
      </w:pPr>
      <w:r w:rsidRPr="00A155B1">
        <w:rPr>
          <w:rFonts w:ascii="Corbel" w:hAnsi="Corbel"/>
          <w:szCs w:val="24"/>
        </w:rPr>
        <w:t xml:space="preserve">Wymagania wstępne </w:t>
      </w:r>
    </w:p>
    <w:p w14:paraId="46923280" w14:textId="77777777" w:rsidR="00AE4AD8" w:rsidRPr="00A155B1" w:rsidRDefault="00AE4AD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5B1" w14:paraId="003EB43F" w14:textId="77777777" w:rsidTr="00745302">
        <w:tc>
          <w:tcPr>
            <w:tcW w:w="9670" w:type="dxa"/>
          </w:tcPr>
          <w:p w14:paraId="20BFFC4C" w14:textId="6A183C2D" w:rsidR="0085747A" w:rsidRPr="00A155B1" w:rsidRDefault="00260CAB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finansów przedsiębiorstwa, analizy finansowej oraz z rachunkowości finansowej. Ponadto wymagana jest znajomość aktualnych wydarzeń ze sfery biznesu i gospodarki</w:t>
            </w:r>
          </w:p>
        </w:tc>
      </w:tr>
    </w:tbl>
    <w:p w14:paraId="0095970D" w14:textId="77777777" w:rsidR="00153C41" w:rsidRPr="00A155B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3250D2C1" w:rsidR="0085747A" w:rsidRPr="00A155B1" w:rsidRDefault="00A84C85" w:rsidP="00AE4AD8">
      <w:pPr>
        <w:pStyle w:val="Punktygwne"/>
        <w:numPr>
          <w:ilvl w:val="0"/>
          <w:numId w:val="15"/>
        </w:numPr>
        <w:spacing w:before="0" w:after="0"/>
        <w:rPr>
          <w:rFonts w:ascii="Corbel" w:hAnsi="Corbel"/>
          <w:szCs w:val="24"/>
        </w:rPr>
      </w:pPr>
      <w:r w:rsidRPr="00A155B1">
        <w:rPr>
          <w:rFonts w:ascii="Corbel" w:hAnsi="Corbel"/>
          <w:szCs w:val="24"/>
        </w:rPr>
        <w:t>cele, efekty uczenia się</w:t>
      </w:r>
      <w:r w:rsidR="0085747A" w:rsidRPr="00A155B1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A155B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sz w:val="24"/>
          <w:szCs w:val="24"/>
        </w:rPr>
        <w:t xml:space="preserve">3.1 </w:t>
      </w:r>
      <w:r w:rsidR="00C05F44" w:rsidRPr="00A155B1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A155B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60CAB" w:rsidRPr="00A155B1" w14:paraId="1EC7B4FC" w14:textId="77777777" w:rsidTr="00C30D61">
        <w:tc>
          <w:tcPr>
            <w:tcW w:w="845" w:type="dxa"/>
            <w:vAlign w:val="center"/>
          </w:tcPr>
          <w:p w14:paraId="3DB1963B" w14:textId="6051CABF" w:rsidR="00260CAB" w:rsidRPr="00A155B1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0DD2455" w14:textId="59D7CD58" w:rsidR="00260CAB" w:rsidRPr="00A155B1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55B1">
              <w:rPr>
                <w:rFonts w:ascii="Corbel" w:hAnsi="Corbel" w:cs="Corbel"/>
                <w:b w:val="0"/>
                <w:sz w:val="24"/>
                <w:szCs w:val="24"/>
              </w:rPr>
              <w:t>Zapoznanie studentów z kategoriami, prawami i metodą  oraz narzędziami analizy ekonomiczno-finansowej.</w:t>
            </w:r>
          </w:p>
        </w:tc>
      </w:tr>
      <w:tr w:rsidR="00260CAB" w:rsidRPr="00A155B1" w14:paraId="06F23D20" w14:textId="77777777" w:rsidTr="00C30D61">
        <w:tc>
          <w:tcPr>
            <w:tcW w:w="845" w:type="dxa"/>
            <w:vAlign w:val="center"/>
          </w:tcPr>
          <w:p w14:paraId="6E76F4CC" w14:textId="22AE7AA1" w:rsidR="00260CAB" w:rsidRPr="00A155B1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bCs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49A1A5D" w14:textId="02E56486" w:rsidR="00260CAB" w:rsidRPr="00A155B1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55B1">
              <w:rPr>
                <w:rFonts w:ascii="Corbel" w:hAnsi="Corbel" w:cs="Corbel"/>
                <w:b w:val="0"/>
                <w:sz w:val="24"/>
                <w:szCs w:val="24"/>
              </w:rPr>
              <w:t>Wypracowanie umiejętności oceny i interpretacji danych mikro i makroekonomicznych,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260CAB" w:rsidRPr="00A155B1" w14:paraId="3CE0DB42" w14:textId="77777777" w:rsidTr="00C30D61">
        <w:tc>
          <w:tcPr>
            <w:tcW w:w="845" w:type="dxa"/>
            <w:vAlign w:val="center"/>
          </w:tcPr>
          <w:p w14:paraId="36409B84" w14:textId="354E162A" w:rsidR="00260CAB" w:rsidRPr="00A155B1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79AE8C6" w14:textId="0FB5068E" w:rsidR="00260CAB" w:rsidRPr="00A155B1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55B1">
              <w:rPr>
                <w:rFonts w:ascii="Corbel" w:hAnsi="Corbel" w:cs="Corbel"/>
                <w:b w:val="0"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260CAB" w:rsidRPr="00A155B1" w14:paraId="1964428C" w14:textId="77777777" w:rsidTr="00C30D61">
        <w:tc>
          <w:tcPr>
            <w:tcW w:w="845" w:type="dxa"/>
            <w:vAlign w:val="center"/>
          </w:tcPr>
          <w:p w14:paraId="4E5A8CF2" w14:textId="2EC93008" w:rsidR="00260CAB" w:rsidRPr="00A155B1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02DDFDF5" w14:textId="77447074" w:rsidR="00260CAB" w:rsidRPr="00A155B1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55B1">
              <w:rPr>
                <w:rFonts w:ascii="Corbel" w:hAnsi="Corbel" w:cs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A155B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b/>
          <w:sz w:val="24"/>
          <w:szCs w:val="24"/>
        </w:rPr>
        <w:t xml:space="preserve">3.2 </w:t>
      </w:r>
      <w:r w:rsidR="001D7B54" w:rsidRPr="00A155B1">
        <w:rPr>
          <w:rFonts w:ascii="Corbel" w:hAnsi="Corbel"/>
          <w:b/>
          <w:sz w:val="24"/>
          <w:szCs w:val="24"/>
        </w:rPr>
        <w:t xml:space="preserve">Efekty </w:t>
      </w:r>
      <w:r w:rsidR="00C05F44" w:rsidRPr="00A155B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155B1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A155B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A155B1" w14:paraId="3A49DCAD" w14:textId="77777777" w:rsidTr="00997ABE">
        <w:tc>
          <w:tcPr>
            <w:tcW w:w="1679" w:type="dxa"/>
            <w:vAlign w:val="center"/>
          </w:tcPr>
          <w:p w14:paraId="3AB7BEB9" w14:textId="77777777" w:rsidR="00152FBC" w:rsidRPr="00A155B1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smallCaps w:val="0"/>
                <w:szCs w:val="24"/>
              </w:rPr>
              <w:t>EK</w:t>
            </w: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A155B1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A155B1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155B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60CAB" w:rsidRPr="00A155B1" w14:paraId="76324132" w14:textId="77777777" w:rsidTr="00C31456">
        <w:tc>
          <w:tcPr>
            <w:tcW w:w="1679" w:type="dxa"/>
          </w:tcPr>
          <w:p w14:paraId="3EA3AECA" w14:textId="74C9B2FC" w:rsidR="00260CAB" w:rsidRPr="00A155B1" w:rsidRDefault="00260CAB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</w:t>
            </w:r>
            <w:r w:rsidRPr="00A155B1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36E4BF4F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eastAsia="Times New Roman" w:hAnsi="Corbel" w:cs="Corbel"/>
                <w:sz w:val="24"/>
                <w:szCs w:val="24"/>
              </w:rPr>
              <w:t>Zna i rozumie podstawowe kategorie finansów, problemy z zakresu analizy finansowej, narzędzia analizy finansowej wykorzystywane w ocenie przedsiębiorstwa, wzajemne powiązania i zależności pomiędzy zjawiskami finansowymi zachodzącymi w przedsiębiorstwie, konsekwencje podejmowanych decyzji.</w:t>
            </w:r>
          </w:p>
        </w:tc>
        <w:tc>
          <w:tcPr>
            <w:tcW w:w="1865" w:type="dxa"/>
          </w:tcPr>
          <w:p w14:paraId="008C16D7" w14:textId="0C7164A3" w:rsidR="00260CAB" w:rsidRPr="00A155B1" w:rsidRDefault="00260CAB" w:rsidP="00411AC1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A155B1">
              <w:rPr>
                <w:rFonts w:ascii="Corbel" w:hAnsi="Corbel" w:cs="Corbel"/>
                <w:color w:val="auto"/>
              </w:rPr>
              <w:t>K_W0</w:t>
            </w:r>
            <w:r w:rsidR="00411AC1" w:rsidRPr="00A155B1">
              <w:rPr>
                <w:rFonts w:ascii="Corbel" w:hAnsi="Corbel" w:cs="Corbel"/>
                <w:color w:val="auto"/>
              </w:rPr>
              <w:t>3</w:t>
            </w:r>
            <w:r w:rsidRPr="00A155B1">
              <w:rPr>
                <w:rFonts w:ascii="Corbel" w:hAnsi="Corbel" w:cs="Corbel"/>
                <w:color w:val="auto"/>
              </w:rPr>
              <w:t xml:space="preserve"> </w:t>
            </w:r>
          </w:p>
          <w:p w14:paraId="1954E11E" w14:textId="31B95C30" w:rsidR="00260CAB" w:rsidRPr="00A155B1" w:rsidRDefault="00411AC1" w:rsidP="00411AC1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A155B1">
              <w:rPr>
                <w:rFonts w:ascii="Corbel" w:hAnsi="Corbel" w:cs="Corbel"/>
                <w:color w:val="auto"/>
              </w:rPr>
              <w:t>K_W06</w:t>
            </w:r>
          </w:p>
          <w:p w14:paraId="684CF96A" w14:textId="74FC9931" w:rsidR="00260CAB" w:rsidRPr="00A155B1" w:rsidRDefault="00411AC1" w:rsidP="00411AC1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A155B1">
              <w:rPr>
                <w:rFonts w:ascii="Corbel" w:hAnsi="Corbel" w:cs="Corbel"/>
                <w:color w:val="auto"/>
              </w:rPr>
              <w:t>K_W09</w:t>
            </w:r>
          </w:p>
          <w:p w14:paraId="4E88EE7E" w14:textId="70FE8545" w:rsidR="00260CAB" w:rsidRPr="00A155B1" w:rsidRDefault="00260CAB" w:rsidP="00260C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60CAB" w:rsidRPr="00A155B1" w14:paraId="175FF883" w14:textId="77777777" w:rsidTr="00C31456">
        <w:tc>
          <w:tcPr>
            <w:tcW w:w="1679" w:type="dxa"/>
          </w:tcPr>
          <w:p w14:paraId="00FC0AD0" w14:textId="5682E2CD" w:rsidR="00260CAB" w:rsidRPr="00A155B1" w:rsidRDefault="00260CAB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638ADAAD" w:rsidR="00260CAB" w:rsidRPr="00A155B1" w:rsidRDefault="00260CAB" w:rsidP="00411AC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</w:rPr>
            </w:pPr>
            <w:r w:rsidRPr="00A155B1">
              <w:rPr>
                <w:rFonts w:ascii="Corbel" w:eastAsia="Times New Roman" w:hAnsi="Corbel" w:cs="Corbel"/>
                <w:sz w:val="24"/>
                <w:szCs w:val="24"/>
              </w:rPr>
              <w:t>Umie wykorzystać wiedzę teoretyczną dotyczącą finansów przedsiębiorstw w praktyce, przewiduje konsekwencje zmian w otoczeniu makroekonomicznym i społecznym dla finansów przedsiębiorstw, przedstawia opinię na temat powiązań finansowych występujących w przedsiębiorstwie, potrafi pozyskiwać i analizować dane finansowe przedsiębiorstwa</w:t>
            </w:r>
          </w:p>
        </w:tc>
        <w:tc>
          <w:tcPr>
            <w:tcW w:w="1865" w:type="dxa"/>
          </w:tcPr>
          <w:p w14:paraId="5D57D1C7" w14:textId="77777777" w:rsidR="00411AC1" w:rsidRPr="00A155B1" w:rsidRDefault="00411AC1" w:rsidP="00411AC1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K_U02, </w:t>
            </w:r>
          </w:p>
          <w:p w14:paraId="5D745DDC" w14:textId="77777777" w:rsidR="00411AC1" w:rsidRPr="00A155B1" w:rsidRDefault="00411AC1" w:rsidP="00411AC1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K_U05, </w:t>
            </w:r>
          </w:p>
          <w:p w14:paraId="73FA9B16" w14:textId="77777777" w:rsidR="00411AC1" w:rsidRPr="00A155B1" w:rsidRDefault="00411AC1" w:rsidP="00411AC1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K_U06, </w:t>
            </w:r>
          </w:p>
          <w:p w14:paraId="4AA0D6DF" w14:textId="2FE25F9B" w:rsidR="00260CAB" w:rsidRPr="00A155B1" w:rsidRDefault="00260CAB" w:rsidP="00411AC1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411AC1" w:rsidRPr="00A155B1" w14:paraId="43728B80" w14:textId="77777777" w:rsidTr="00C31456">
        <w:tc>
          <w:tcPr>
            <w:tcW w:w="1679" w:type="dxa"/>
          </w:tcPr>
          <w:p w14:paraId="2141E92B" w14:textId="5B581609" w:rsidR="00411AC1" w:rsidRPr="00A155B1" w:rsidRDefault="00411AC1" w:rsidP="00260C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789ACB84" w14:textId="54E98DAD" w:rsidR="00411AC1" w:rsidRPr="00A155B1" w:rsidRDefault="00411AC1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</w:rPr>
            </w:pPr>
            <w:r w:rsidRPr="00A155B1">
              <w:rPr>
                <w:rFonts w:ascii="Corbel" w:eastAsia="Times New Roman" w:hAnsi="Corbel" w:cs="Corbel"/>
                <w:sz w:val="24"/>
                <w:szCs w:val="24"/>
              </w:rPr>
              <w:t>Potrafi wykorzystać zdobytą wiedzę na temat kondycji finansowej podmiotu w procesie poszukiwania optymalnych sposobów jej poprawy w przyszłości</w:t>
            </w:r>
          </w:p>
        </w:tc>
        <w:tc>
          <w:tcPr>
            <w:tcW w:w="1865" w:type="dxa"/>
          </w:tcPr>
          <w:p w14:paraId="30D1BD0D" w14:textId="77777777" w:rsidR="00411AC1" w:rsidRPr="00A155B1" w:rsidRDefault="00411AC1" w:rsidP="00411AC1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K_U11,</w:t>
            </w:r>
          </w:p>
          <w:p w14:paraId="657E904B" w14:textId="794E6BE5" w:rsidR="00411AC1" w:rsidRPr="00A155B1" w:rsidRDefault="00411AC1" w:rsidP="00411AC1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A155B1">
              <w:rPr>
                <w:rFonts w:ascii="Corbel" w:hAnsi="Corbel"/>
              </w:rPr>
              <w:t>K _U12</w:t>
            </w:r>
          </w:p>
        </w:tc>
      </w:tr>
      <w:tr w:rsidR="00260CAB" w:rsidRPr="00A155B1" w14:paraId="54095297" w14:textId="77777777" w:rsidTr="00997ABE">
        <w:tc>
          <w:tcPr>
            <w:tcW w:w="1679" w:type="dxa"/>
          </w:tcPr>
          <w:p w14:paraId="57CD88B7" w14:textId="6788F852" w:rsidR="00260CAB" w:rsidRPr="00A155B1" w:rsidRDefault="00411AC1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0302A721" w14:textId="6C52B211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</w:rPr>
            </w:pPr>
            <w:r w:rsidRPr="00A155B1">
              <w:rPr>
                <w:rFonts w:ascii="Corbel" w:eastAsia="Times New Roman" w:hAnsi="Corbel" w:cs="Corbel"/>
                <w:sz w:val="24"/>
                <w:szCs w:val="24"/>
              </w:rPr>
              <w:t>Zachowuje krytycyzm i niezależność myślenia w ocenie analizowanych problemów, potrafi myśleć i działać w sposób przedsiębiorczy, prawidłowo identyfikuje i rozstrzyga dylematy związane z podejmowaniem decyzji w obszarze finansów przedsiębiorstwa.</w:t>
            </w:r>
          </w:p>
        </w:tc>
        <w:tc>
          <w:tcPr>
            <w:tcW w:w="1865" w:type="dxa"/>
          </w:tcPr>
          <w:p w14:paraId="4662B6BD" w14:textId="352F69FA" w:rsidR="00260CAB" w:rsidRPr="00A155B1" w:rsidRDefault="00260CAB" w:rsidP="00411AC1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A155B1">
              <w:rPr>
                <w:rFonts w:ascii="Corbel" w:hAnsi="Corbel" w:cs="Corbel"/>
                <w:color w:val="auto"/>
              </w:rPr>
              <w:t>K_K02</w:t>
            </w:r>
          </w:p>
        </w:tc>
      </w:tr>
    </w:tbl>
    <w:p w14:paraId="20448DF1" w14:textId="77777777" w:rsidR="00152FBC" w:rsidRPr="00A155B1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61B1FA12" w:rsidR="0085747A" w:rsidRPr="00A155B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155B1">
        <w:rPr>
          <w:rFonts w:ascii="Corbel" w:hAnsi="Corbel"/>
          <w:b/>
          <w:sz w:val="24"/>
          <w:szCs w:val="24"/>
        </w:rPr>
        <w:t>3.3</w:t>
      </w:r>
      <w:r w:rsidR="0085747A" w:rsidRPr="00A155B1">
        <w:rPr>
          <w:rFonts w:ascii="Corbel" w:hAnsi="Corbel"/>
          <w:b/>
          <w:sz w:val="24"/>
          <w:szCs w:val="24"/>
        </w:rPr>
        <w:t>T</w:t>
      </w:r>
      <w:r w:rsidR="001D7B54" w:rsidRPr="00A155B1">
        <w:rPr>
          <w:rFonts w:ascii="Corbel" w:hAnsi="Corbel"/>
          <w:b/>
          <w:sz w:val="24"/>
          <w:szCs w:val="24"/>
        </w:rPr>
        <w:t xml:space="preserve">reści programowe </w:t>
      </w:r>
    </w:p>
    <w:p w14:paraId="03D37B14" w14:textId="77777777" w:rsidR="00AE4AD8" w:rsidRPr="00A155B1" w:rsidRDefault="00AE4AD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A155B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A155B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5B1" w14:paraId="2F84004D" w14:textId="77777777" w:rsidTr="00FD24AD">
        <w:tc>
          <w:tcPr>
            <w:tcW w:w="9520" w:type="dxa"/>
          </w:tcPr>
          <w:p w14:paraId="24ECE7C4" w14:textId="77777777" w:rsidR="0085747A" w:rsidRPr="00A155B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0CAB" w:rsidRPr="00A155B1" w14:paraId="201CA313" w14:textId="77777777" w:rsidTr="00CA4CA8">
        <w:tc>
          <w:tcPr>
            <w:tcW w:w="9520" w:type="dxa"/>
          </w:tcPr>
          <w:p w14:paraId="2E7380B0" w14:textId="4FC2F3B5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Klasyfikacja syntetycznych metod oceny kondycji finansowej przedsiębiorstwa.</w:t>
            </w:r>
          </w:p>
        </w:tc>
      </w:tr>
      <w:tr w:rsidR="00260CAB" w:rsidRPr="00A155B1" w14:paraId="18A55654" w14:textId="77777777" w:rsidTr="00CA4CA8">
        <w:tc>
          <w:tcPr>
            <w:tcW w:w="9520" w:type="dxa"/>
          </w:tcPr>
          <w:p w14:paraId="06F8FA41" w14:textId="050C5461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Metody dyskryminacyjne w ocenie kondycji finansowej przedsiębiorstwa (modele T. Korola, T. Maślanki oraz A. Hołdy – wariant modeli sektorowych).</w:t>
            </w:r>
          </w:p>
        </w:tc>
      </w:tr>
      <w:tr w:rsidR="00260CAB" w:rsidRPr="00A155B1" w14:paraId="0059C3FD" w14:textId="77777777" w:rsidTr="00CA4CA8">
        <w:tc>
          <w:tcPr>
            <w:tcW w:w="9520" w:type="dxa"/>
          </w:tcPr>
          <w:p w14:paraId="159B42AE" w14:textId="450DB6C0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 xml:space="preserve">Metody </w:t>
            </w:r>
            <w:proofErr w:type="spellStart"/>
            <w:r w:rsidRPr="00A155B1">
              <w:rPr>
                <w:rFonts w:ascii="Corbel" w:hAnsi="Corbel" w:cs="Corbel"/>
                <w:sz w:val="24"/>
                <w:szCs w:val="24"/>
              </w:rPr>
              <w:t>logitowe</w:t>
            </w:r>
            <w:proofErr w:type="spellEnd"/>
            <w:r w:rsidRPr="00A155B1">
              <w:rPr>
                <w:rFonts w:ascii="Corbel" w:hAnsi="Corbel" w:cs="Corbel"/>
                <w:sz w:val="24"/>
                <w:szCs w:val="24"/>
              </w:rPr>
              <w:t xml:space="preserve"> w ocenie kondycji finansowej przedsiębiorstwa (modele M. Gruszczyńskiego, R. Jagiełło oraz A. Hołdy – wariant modeli sektorowych).</w:t>
            </w:r>
          </w:p>
        </w:tc>
      </w:tr>
      <w:tr w:rsidR="00260CAB" w:rsidRPr="00A155B1" w14:paraId="58D2477E" w14:textId="77777777" w:rsidTr="00CA4CA8">
        <w:tc>
          <w:tcPr>
            <w:tcW w:w="9520" w:type="dxa"/>
          </w:tcPr>
          <w:p w14:paraId="396E557C" w14:textId="3A28AF5A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Zmodyfikowana punktowa metoda oceny kondycji finansowej – na przykładzie metody Banku PKO BP.</w:t>
            </w:r>
          </w:p>
        </w:tc>
      </w:tr>
      <w:tr w:rsidR="00260CAB" w:rsidRPr="00A155B1" w14:paraId="6B680C52" w14:textId="77777777" w:rsidTr="00CA4CA8">
        <w:tc>
          <w:tcPr>
            <w:tcW w:w="9520" w:type="dxa"/>
          </w:tcPr>
          <w:p w14:paraId="227E895A" w14:textId="45DBF419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Zmodyfikowana punktowa metoda oceny kondycji finansowej – na przykładzie metody Banku Ochrony Środowiska S.A.</w:t>
            </w:r>
          </w:p>
        </w:tc>
      </w:tr>
    </w:tbl>
    <w:p w14:paraId="733152FC" w14:textId="77777777" w:rsidR="0085747A" w:rsidRPr="00A155B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A155B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155B1">
        <w:rPr>
          <w:rFonts w:ascii="Corbel" w:hAnsi="Corbel"/>
          <w:sz w:val="24"/>
          <w:szCs w:val="24"/>
        </w:rPr>
        <w:t xml:space="preserve">, </w:t>
      </w:r>
      <w:r w:rsidRPr="00A155B1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A155B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5B1" w14:paraId="2F5B3963" w14:textId="77777777" w:rsidTr="00FD24AD">
        <w:tc>
          <w:tcPr>
            <w:tcW w:w="9520" w:type="dxa"/>
          </w:tcPr>
          <w:p w14:paraId="00ED6C2A" w14:textId="77777777" w:rsidR="0085747A" w:rsidRPr="00A155B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0CAB" w:rsidRPr="00A155B1" w14:paraId="52C24D11" w14:textId="77777777" w:rsidTr="00FD24AD">
        <w:tc>
          <w:tcPr>
            <w:tcW w:w="9520" w:type="dxa"/>
          </w:tcPr>
          <w:p w14:paraId="35EFFCCE" w14:textId="64DFBA30" w:rsidR="00260CAB" w:rsidRPr="00A155B1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Zastosowanie metod dyskryminacyjnych w ocenie kondycji finansowej przedsiębiorstwa (modele T. Korola, T. Maślanki oraz A. Hołdy – wariant modeli sektorowych).</w:t>
            </w:r>
          </w:p>
        </w:tc>
      </w:tr>
      <w:tr w:rsidR="00260CAB" w:rsidRPr="00A155B1" w14:paraId="46EBA714" w14:textId="77777777" w:rsidTr="00FD24AD">
        <w:tc>
          <w:tcPr>
            <w:tcW w:w="9520" w:type="dxa"/>
          </w:tcPr>
          <w:p w14:paraId="30B911C6" w14:textId="13AB7F8F" w:rsidR="00260CAB" w:rsidRPr="00A155B1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 xml:space="preserve">Zastosowanie metod </w:t>
            </w:r>
            <w:proofErr w:type="spellStart"/>
            <w:r w:rsidRPr="00A155B1">
              <w:rPr>
                <w:rFonts w:ascii="Corbel" w:hAnsi="Corbel" w:cs="Corbel"/>
                <w:sz w:val="24"/>
                <w:szCs w:val="24"/>
              </w:rPr>
              <w:t>logitowych</w:t>
            </w:r>
            <w:proofErr w:type="spellEnd"/>
            <w:r w:rsidRPr="00A155B1">
              <w:rPr>
                <w:rFonts w:ascii="Corbel" w:hAnsi="Corbel" w:cs="Corbel"/>
                <w:sz w:val="24"/>
                <w:szCs w:val="24"/>
              </w:rPr>
              <w:t xml:space="preserve"> w ocenie kondycji finansowej przedsiębiorstwa (modele M. Gruszczyńskiego, R. Jagiełło oraz A. Hołdy – wariant modeli sektorowych).</w:t>
            </w:r>
          </w:p>
        </w:tc>
      </w:tr>
      <w:tr w:rsidR="00260CAB" w:rsidRPr="00A155B1" w14:paraId="0EF1D39C" w14:textId="77777777" w:rsidTr="00213D65">
        <w:tc>
          <w:tcPr>
            <w:tcW w:w="9520" w:type="dxa"/>
          </w:tcPr>
          <w:p w14:paraId="59759569" w14:textId="58A48651" w:rsidR="00260CAB" w:rsidRPr="00A155B1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Zastosowanie zmodyfikowanej punktowej metody oceny kondycji finansowej – na przykładzie metody Banku PKO BP.</w:t>
            </w:r>
          </w:p>
        </w:tc>
      </w:tr>
      <w:tr w:rsidR="00260CAB" w:rsidRPr="00A155B1" w14:paraId="04CB46F8" w14:textId="77777777" w:rsidTr="00213D65">
        <w:tc>
          <w:tcPr>
            <w:tcW w:w="9520" w:type="dxa"/>
          </w:tcPr>
          <w:p w14:paraId="6E4FC1D0" w14:textId="36327A94" w:rsidR="00260CAB" w:rsidRPr="00A155B1" w:rsidRDefault="00260CAB" w:rsidP="00260CAB">
            <w:pPr>
              <w:suppressAutoHyphens/>
              <w:autoSpaceDE w:val="0"/>
              <w:autoSpaceDN w:val="0"/>
              <w:spacing w:after="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Zastosowanie zmodyfikowanej punktowej metody oceny kondycji finansowej – na przykładzie metody Banku Ochrony Środowiska S.A.</w:t>
            </w:r>
          </w:p>
        </w:tc>
      </w:tr>
    </w:tbl>
    <w:p w14:paraId="0313640A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A155B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>3.4 Metody dydaktyczne</w:t>
      </w:r>
    </w:p>
    <w:p w14:paraId="6199D1B1" w14:textId="289E4611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F2B9F0" w14:textId="0863C94B" w:rsidR="00260CAB" w:rsidRPr="00A155B1" w:rsidRDefault="00260CA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155B1">
        <w:rPr>
          <w:rFonts w:ascii="Corbel" w:hAnsi="Corbel"/>
          <w:b w:val="0"/>
          <w:smallCaps w:val="0"/>
          <w:szCs w:val="24"/>
        </w:rPr>
        <w:t>Wykład: wykład problemowy, wykład z prezentacją multimedialną, metody kształcenia na odległość</w:t>
      </w:r>
    </w:p>
    <w:p w14:paraId="1A481286" w14:textId="1AFE0E06" w:rsidR="00BC1C6D" w:rsidRPr="00A155B1" w:rsidRDefault="00BC1C6D" w:rsidP="00AE4AD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155B1">
        <w:rPr>
          <w:rFonts w:ascii="Corbel" w:hAnsi="Corbel"/>
          <w:b w:val="0"/>
          <w:smallCaps w:val="0"/>
          <w:szCs w:val="24"/>
        </w:rPr>
        <w:t xml:space="preserve">Ćwiczenia: </w:t>
      </w:r>
      <w:r w:rsidR="002E216F" w:rsidRPr="00A155B1">
        <w:rPr>
          <w:rFonts w:ascii="Corbel" w:hAnsi="Corbel"/>
          <w:b w:val="0"/>
          <w:smallCaps w:val="0"/>
          <w:szCs w:val="24"/>
        </w:rPr>
        <w:t>analiza tekstów z dyskusją, metoda projektów (</w:t>
      </w:r>
      <w:r w:rsidR="00260CAB" w:rsidRPr="00A155B1">
        <w:rPr>
          <w:rFonts w:ascii="Corbel" w:hAnsi="Corbel"/>
          <w:b w:val="0"/>
          <w:smallCaps w:val="0"/>
          <w:szCs w:val="24"/>
        </w:rPr>
        <w:t xml:space="preserve">projekt </w:t>
      </w:r>
      <w:r w:rsidR="002E216F" w:rsidRPr="00A155B1">
        <w:rPr>
          <w:rFonts w:ascii="Corbel" w:hAnsi="Corbel"/>
          <w:b w:val="0"/>
          <w:smallCaps w:val="0"/>
          <w:szCs w:val="24"/>
        </w:rPr>
        <w:t>praktyczny), praca w grupach (rozwiązywanie zadań, dyskusja), gry dydaktyczne</w:t>
      </w:r>
      <w:r w:rsidRPr="00A155B1">
        <w:rPr>
          <w:rFonts w:ascii="Corbel" w:hAnsi="Corbel"/>
          <w:b w:val="0"/>
          <w:smallCaps w:val="0"/>
          <w:szCs w:val="24"/>
        </w:rPr>
        <w:t>, metody kształcenia na odległość.</w:t>
      </w:r>
    </w:p>
    <w:p w14:paraId="602F9744" w14:textId="77777777" w:rsidR="00E960BB" w:rsidRPr="00A155B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2F4489F7" w:rsidR="0085747A" w:rsidRPr="00A155B1" w:rsidRDefault="0085747A" w:rsidP="00AE4AD8">
      <w:pPr>
        <w:pStyle w:val="Punktygwne"/>
        <w:numPr>
          <w:ilvl w:val="0"/>
          <w:numId w:val="15"/>
        </w:numPr>
        <w:spacing w:before="0" w:after="0"/>
        <w:rPr>
          <w:rFonts w:ascii="Corbel" w:hAnsi="Corbel"/>
          <w:szCs w:val="24"/>
        </w:rPr>
      </w:pPr>
      <w:r w:rsidRPr="00A155B1">
        <w:rPr>
          <w:rFonts w:ascii="Corbel" w:hAnsi="Corbel"/>
          <w:szCs w:val="24"/>
        </w:rPr>
        <w:t>METODY I KRYTERIA OCENY</w:t>
      </w:r>
    </w:p>
    <w:p w14:paraId="2F814F69" w14:textId="77777777" w:rsidR="00923D7D" w:rsidRPr="00A155B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A155B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155B1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155B1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A155B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A155B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A155B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15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A155B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A155B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155B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155B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60CAB" w:rsidRPr="00A155B1" w14:paraId="43E59ED9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4DBDE6D6" w:rsidR="00260CAB" w:rsidRPr="00A155B1" w:rsidRDefault="00AE4AD8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</w:t>
            </w:r>
            <w:r w:rsidR="00260CAB" w:rsidRPr="00A155B1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19506169" w14:textId="0F9BFE1D" w:rsidR="00260CAB" w:rsidRPr="00A155B1" w:rsidRDefault="00260CAB" w:rsidP="00260CA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3BB5AE1F" w14:textId="66DEA50F" w:rsidR="00260CAB" w:rsidRPr="00A155B1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60CAB" w:rsidRPr="00A155B1" w14:paraId="6A60C268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260CAB" w:rsidRPr="00A155B1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C9916C2" w14:textId="72488CBC" w:rsidR="00260CAB" w:rsidRPr="00A155B1" w:rsidRDefault="00260CAB" w:rsidP="00260CA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480B08E3" w14:textId="51DE000B" w:rsidR="00260CAB" w:rsidRPr="00A155B1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11AC1" w:rsidRPr="00A155B1" w14:paraId="7BF7B729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2060" w14:textId="32D55786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50E5B959" w14:textId="21065CCA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18046732" w14:textId="3CA220E9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11AC1" w:rsidRPr="00A155B1" w14:paraId="5133D730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048D527C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21C53CD" w14:textId="433A2AAF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73C7C094" w14:textId="4A24E54D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A155B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A155B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 xml:space="preserve">4.2 </w:t>
      </w:r>
      <w:r w:rsidR="0085747A" w:rsidRPr="00A155B1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A155B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5B1" w14:paraId="442B12DD" w14:textId="77777777" w:rsidTr="00923D7D">
        <w:tc>
          <w:tcPr>
            <w:tcW w:w="9670" w:type="dxa"/>
          </w:tcPr>
          <w:p w14:paraId="7DE05E2B" w14:textId="77777777" w:rsidR="00F24FFC" w:rsidRPr="00A155B1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5EEC2742" w:rsidR="00F24FFC" w:rsidRPr="00A155B1" w:rsidRDefault="00F24FFC" w:rsidP="00AE4AD8">
            <w:pPr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co najmniej </w:t>
            </w:r>
            <w:r w:rsidR="002E216F" w:rsidRPr="00A155B1">
              <w:rPr>
                <w:rFonts w:ascii="Corbel" w:hAnsi="Corbel"/>
                <w:sz w:val="24"/>
                <w:szCs w:val="24"/>
              </w:rPr>
              <w:t>2</w:t>
            </w:r>
            <w:r w:rsidRPr="00A155B1">
              <w:rPr>
                <w:rFonts w:ascii="Corbel" w:hAnsi="Corbel"/>
                <w:sz w:val="24"/>
                <w:szCs w:val="24"/>
              </w:rPr>
              <w:t xml:space="preserve"> kolokw</w:t>
            </w:r>
            <w:r w:rsidR="00AE4AD8" w:rsidRPr="00A155B1">
              <w:rPr>
                <w:rFonts w:ascii="Corbel" w:hAnsi="Corbel"/>
                <w:sz w:val="24"/>
                <w:szCs w:val="24"/>
              </w:rPr>
              <w:t>ia</w:t>
            </w:r>
            <w:r w:rsidRPr="00A155B1">
              <w:rPr>
                <w:rFonts w:ascii="Corbel" w:hAnsi="Corbel"/>
                <w:sz w:val="24"/>
                <w:szCs w:val="24"/>
              </w:rPr>
              <w:t>,</w:t>
            </w:r>
          </w:p>
          <w:p w14:paraId="715002DC" w14:textId="77777777" w:rsidR="00F24FFC" w:rsidRPr="00A155B1" w:rsidRDefault="00F24FFC" w:rsidP="00AE4AD8">
            <w:pPr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A155B1" w:rsidRDefault="00F24FFC" w:rsidP="00AE4AD8">
            <w:pPr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10C8A7DD" w14:textId="77777777" w:rsidR="00411AC1" w:rsidRPr="00A155B1" w:rsidRDefault="00411AC1" w:rsidP="00411A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54225531" w14:textId="7CDC7244" w:rsidR="0085747A" w:rsidRPr="00A155B1" w:rsidRDefault="002E216F" w:rsidP="00411A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Warunkiem zdania egzaminu jest poprawne rozwiązanie trzech spośród pięciu zadań.</w:t>
            </w:r>
          </w:p>
        </w:tc>
      </w:tr>
    </w:tbl>
    <w:p w14:paraId="437F8EDD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A155B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155B1">
        <w:rPr>
          <w:rFonts w:ascii="Corbel" w:hAnsi="Corbel"/>
          <w:b/>
          <w:sz w:val="24"/>
          <w:szCs w:val="24"/>
        </w:rPr>
        <w:t xml:space="preserve">5. </w:t>
      </w:r>
      <w:r w:rsidR="00C61DC5" w:rsidRPr="00A155B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155B1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A155B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55B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155B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155B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A155B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55B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155B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A155B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A155B1" w14:paraId="41D7342E" w14:textId="77777777" w:rsidTr="00D45B17">
        <w:tc>
          <w:tcPr>
            <w:tcW w:w="4902" w:type="dxa"/>
          </w:tcPr>
          <w:p w14:paraId="336857A1" w14:textId="77777777" w:rsidR="00D45B17" w:rsidRPr="00A155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65D29F1F" w:rsidR="00D45B17" w:rsidRPr="00A155B1" w:rsidRDefault="00260CAB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D45B17" w:rsidRPr="00A155B1" w14:paraId="14748C99" w14:textId="77777777" w:rsidTr="00D45B17">
        <w:tc>
          <w:tcPr>
            <w:tcW w:w="4902" w:type="dxa"/>
          </w:tcPr>
          <w:p w14:paraId="77F9A71E" w14:textId="77777777" w:rsidR="00D45B17" w:rsidRPr="00A155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A155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1D1E8493" w:rsidR="00D45B17" w:rsidRPr="00A155B1" w:rsidRDefault="00260CAB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5B17" w:rsidRPr="00A155B1" w14:paraId="41367D30" w14:textId="77777777" w:rsidTr="00D45B17">
        <w:tc>
          <w:tcPr>
            <w:tcW w:w="4902" w:type="dxa"/>
          </w:tcPr>
          <w:p w14:paraId="4F573F09" w14:textId="749126AD" w:rsidR="00D45B17" w:rsidRPr="00A155B1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155B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155B1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152FBC" w:rsidRPr="00A155B1">
              <w:rPr>
                <w:rFonts w:ascii="Corbel" w:hAnsi="Corbel"/>
                <w:sz w:val="24"/>
                <w:szCs w:val="24"/>
              </w:rPr>
              <w:t>zaliczenia</w:t>
            </w:r>
            <w:r w:rsidRPr="00A155B1">
              <w:rPr>
                <w:rFonts w:ascii="Corbel" w:hAnsi="Corbel"/>
                <w:sz w:val="24"/>
                <w:szCs w:val="24"/>
              </w:rPr>
              <w:t>, napisani</w:t>
            </w:r>
            <w:r w:rsidR="00AE4AD8" w:rsidRPr="00A155B1">
              <w:rPr>
                <w:rFonts w:ascii="Corbel" w:hAnsi="Corbel"/>
                <w:sz w:val="24"/>
                <w:szCs w:val="24"/>
              </w:rPr>
              <w:t>a</w:t>
            </w:r>
            <w:r w:rsidRPr="00A155B1">
              <w:rPr>
                <w:rFonts w:ascii="Corbel" w:hAnsi="Corbel"/>
                <w:sz w:val="24"/>
                <w:szCs w:val="24"/>
              </w:rPr>
              <w:t xml:space="preserve"> </w:t>
            </w:r>
            <w:r w:rsidR="00152FBC" w:rsidRPr="00A155B1">
              <w:rPr>
                <w:rFonts w:ascii="Corbel" w:hAnsi="Corbel"/>
                <w:sz w:val="24"/>
                <w:szCs w:val="24"/>
              </w:rPr>
              <w:t>pracy zaliczeniowej</w:t>
            </w:r>
            <w:r w:rsidRPr="00A155B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29B356B8" w:rsidR="00D45B17" w:rsidRPr="00A155B1" w:rsidRDefault="00260CAB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D45B17" w:rsidRPr="00A155B1" w14:paraId="45A3E8D7" w14:textId="77777777" w:rsidTr="00D45B17">
        <w:tc>
          <w:tcPr>
            <w:tcW w:w="4902" w:type="dxa"/>
          </w:tcPr>
          <w:p w14:paraId="626D78EC" w14:textId="77777777" w:rsidR="00D45B17" w:rsidRPr="00A155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EFA7120" w:rsidR="00D45B17" w:rsidRPr="00A155B1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A155B1" w14:paraId="761AF2EE" w14:textId="77777777" w:rsidTr="00D45B17">
        <w:tc>
          <w:tcPr>
            <w:tcW w:w="4902" w:type="dxa"/>
          </w:tcPr>
          <w:p w14:paraId="3C28658F" w14:textId="77777777" w:rsidR="00D45B17" w:rsidRPr="00A155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155B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4BC2E9BE" w:rsidR="00D45B17" w:rsidRPr="00A155B1" w:rsidRDefault="00AD51B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A155B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155B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155B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A155B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A155B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 xml:space="preserve">6. </w:t>
      </w:r>
      <w:r w:rsidR="0085747A" w:rsidRPr="00A155B1">
        <w:rPr>
          <w:rFonts w:ascii="Corbel" w:hAnsi="Corbel"/>
          <w:smallCaps w:val="0"/>
          <w:szCs w:val="24"/>
        </w:rPr>
        <w:t>PRAKTYKI ZAWO</w:t>
      </w:r>
      <w:r w:rsidR="009D3F3B" w:rsidRPr="00A155B1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A155B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A155B1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A155B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A155B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155B1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A155B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A155B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A155B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A155B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 xml:space="preserve">7. </w:t>
      </w:r>
      <w:r w:rsidR="0085747A" w:rsidRPr="00A155B1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A155B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85F0D" w:rsidRPr="00A155B1" w14:paraId="3BAEBC30" w14:textId="77777777" w:rsidTr="00785F0D">
        <w:trPr>
          <w:trHeight w:val="397"/>
        </w:trPr>
        <w:tc>
          <w:tcPr>
            <w:tcW w:w="9639" w:type="dxa"/>
          </w:tcPr>
          <w:p w14:paraId="7991D9D7" w14:textId="77777777" w:rsidR="00785F0D" w:rsidRPr="00A155B1" w:rsidRDefault="00785F0D" w:rsidP="009166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B5F042A" w14:textId="77777777" w:rsidR="00785F0D" w:rsidRPr="00A155B1" w:rsidRDefault="00785F0D" w:rsidP="009166A9">
            <w:pPr>
              <w:pStyle w:val="Punktygwne"/>
              <w:numPr>
                <w:ilvl w:val="0"/>
                <w:numId w:val="13"/>
              </w:numPr>
              <w:suppressAutoHyphens/>
              <w:spacing w:before="0" w:after="0"/>
              <w:ind w:left="457"/>
              <w:jc w:val="both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t>Kitowski J., Metody dyskryminacyjne jako instrument oceny zagrożenia upadłością przedsiębiorstwa. Wyd. Uniwersytetu Rzeszowskiego, Rzeszów 2015.</w:t>
            </w:r>
          </w:p>
          <w:p w14:paraId="340463DF" w14:textId="77777777" w:rsidR="00785F0D" w:rsidRPr="00A155B1" w:rsidRDefault="00785F0D" w:rsidP="009166A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4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Bławat F., </w:t>
            </w:r>
            <w:proofErr w:type="spellStart"/>
            <w:r w:rsidRPr="00A155B1">
              <w:rPr>
                <w:rFonts w:ascii="Corbel" w:hAnsi="Corbel"/>
                <w:sz w:val="24"/>
                <w:szCs w:val="24"/>
              </w:rPr>
              <w:t>Drajska</w:t>
            </w:r>
            <w:proofErr w:type="spellEnd"/>
            <w:r w:rsidRPr="00A155B1">
              <w:rPr>
                <w:rFonts w:ascii="Corbel" w:hAnsi="Corbel"/>
                <w:sz w:val="24"/>
                <w:szCs w:val="24"/>
              </w:rPr>
              <w:t xml:space="preserve"> E., Figura P., </w:t>
            </w:r>
            <w:proofErr w:type="spellStart"/>
            <w:r w:rsidRPr="00A155B1">
              <w:rPr>
                <w:rFonts w:ascii="Corbel" w:hAnsi="Corbel"/>
                <w:sz w:val="24"/>
                <w:szCs w:val="24"/>
              </w:rPr>
              <w:t>Gawrycka</w:t>
            </w:r>
            <w:proofErr w:type="spellEnd"/>
            <w:r w:rsidRPr="00A155B1">
              <w:rPr>
                <w:rFonts w:ascii="Corbel" w:hAnsi="Corbel"/>
                <w:sz w:val="24"/>
                <w:szCs w:val="24"/>
              </w:rPr>
              <w:t xml:space="preserve"> M., Korol T., Prusak B.,  Analiza finansowa przedsiębiorstwa. Finansowanie, inwestycje, wartość, syntetyczna, ocena kondycji finansowej. </w:t>
            </w:r>
            <w:proofErr w:type="spellStart"/>
            <w:r w:rsidRPr="00A155B1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A155B1">
              <w:rPr>
                <w:rFonts w:ascii="Corbel" w:hAnsi="Corbel"/>
                <w:sz w:val="24"/>
                <w:szCs w:val="24"/>
              </w:rPr>
              <w:t>, Warszawa 2017.</w:t>
            </w:r>
          </w:p>
          <w:p w14:paraId="372FB13A" w14:textId="502D36A2" w:rsidR="00785F0D" w:rsidRPr="00A155B1" w:rsidRDefault="00785F0D" w:rsidP="009166A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4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155B1">
              <w:rPr>
                <w:rFonts w:ascii="Corbel" w:hAnsi="Corbel"/>
                <w:color w:val="000000"/>
                <w:sz w:val="24"/>
                <w:szCs w:val="24"/>
              </w:rPr>
              <w:t>Lichota W., Polskie specjalne strefy ekonomiczne - Efekty finansowe, Wydawnictwo Wyższej Szkoły Biznesu i Przedsiębiorczości w Ostrowcu Świętokrzyskim, Ostrowiec Świętokrzyski 2019</w:t>
            </w:r>
          </w:p>
        </w:tc>
      </w:tr>
      <w:tr w:rsidR="00785F0D" w:rsidRPr="00A155B1" w14:paraId="4A5A4054" w14:textId="77777777" w:rsidTr="00785F0D">
        <w:trPr>
          <w:trHeight w:val="397"/>
        </w:trPr>
        <w:tc>
          <w:tcPr>
            <w:tcW w:w="9639" w:type="dxa"/>
          </w:tcPr>
          <w:p w14:paraId="3976472B" w14:textId="77777777" w:rsidR="00785F0D" w:rsidRPr="00A155B1" w:rsidRDefault="00785F0D" w:rsidP="009166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9950C46" w14:textId="77777777" w:rsidR="00785F0D" w:rsidRPr="00A155B1" w:rsidRDefault="00785F0D" w:rsidP="009166A9">
            <w:pPr>
              <w:pStyle w:val="Punktygwne"/>
              <w:numPr>
                <w:ilvl w:val="0"/>
                <w:numId w:val="14"/>
              </w:numPr>
              <w:spacing w:before="0" w:after="0"/>
              <w:ind w:left="457"/>
              <w:jc w:val="both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t xml:space="preserve">Antonowicz P., Metody oceny i prognoza kondycji ekonomiczno-finansowej przedsiębiorstw. </w:t>
            </w:r>
            <w:proofErr w:type="spellStart"/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t>ODiDK</w:t>
            </w:r>
            <w:proofErr w:type="spellEnd"/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t>, Gdańsk 2007.</w:t>
            </w:r>
          </w:p>
          <w:p w14:paraId="36049021" w14:textId="0D4ADE5B" w:rsidR="00785F0D" w:rsidRPr="00A155B1" w:rsidRDefault="00785F0D" w:rsidP="009166A9">
            <w:pPr>
              <w:pStyle w:val="Punktygwne"/>
              <w:numPr>
                <w:ilvl w:val="0"/>
                <w:numId w:val="14"/>
              </w:numPr>
              <w:spacing w:before="0" w:after="0"/>
              <w:ind w:left="457"/>
              <w:jc w:val="both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t>Korol T., Systemy ostrzegania przedsiębiorstw przed ryzykiem upadłości. Oficyna Wolters Kluwer business, Warszawa 2010.</w:t>
            </w:r>
          </w:p>
          <w:p w14:paraId="681A0C64" w14:textId="77777777" w:rsidR="00785F0D" w:rsidRPr="00A155B1" w:rsidRDefault="00785F0D" w:rsidP="009166A9">
            <w:pPr>
              <w:pStyle w:val="Punktygwne"/>
              <w:numPr>
                <w:ilvl w:val="0"/>
                <w:numId w:val="14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lastRenderedPageBreak/>
              <w:t>Zaleska M., Ocena kondycji finansowej przedsiębiorstwa przez analityka bankowego. Oficyna Wydawnicza SGH, Warszawa 2012.</w:t>
            </w:r>
          </w:p>
        </w:tc>
      </w:tr>
    </w:tbl>
    <w:p w14:paraId="2ADA5742" w14:textId="77777777" w:rsidR="0085747A" w:rsidRPr="00A155B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A155B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155B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D96A29" w14:textId="77777777" w:rsidR="000B1710" w:rsidRDefault="000B1710" w:rsidP="00C16ABF">
      <w:pPr>
        <w:spacing w:after="0" w:line="240" w:lineRule="auto"/>
      </w:pPr>
      <w:r>
        <w:separator/>
      </w:r>
    </w:p>
  </w:endnote>
  <w:endnote w:type="continuationSeparator" w:id="0">
    <w:p w14:paraId="5CED6726" w14:textId="77777777" w:rsidR="000B1710" w:rsidRDefault="000B171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9C63BA" w14:textId="77777777" w:rsidR="000B1710" w:rsidRDefault="000B1710" w:rsidP="00C16ABF">
      <w:pPr>
        <w:spacing w:after="0" w:line="240" w:lineRule="auto"/>
      </w:pPr>
      <w:r>
        <w:separator/>
      </w:r>
    </w:p>
  </w:footnote>
  <w:footnote w:type="continuationSeparator" w:id="0">
    <w:p w14:paraId="31604E4D" w14:textId="77777777" w:rsidR="000B1710" w:rsidRDefault="000B1710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5BCE70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eastAsia="Calibri" w:hAnsi="Corbel" w:cs="Corbel"/>
        <w:b w:val="0"/>
        <w:bCs/>
        <w:caps w:val="0"/>
        <w:smallCaps w:val="0"/>
        <w:sz w:val="22"/>
      </w:rPr>
    </w:lvl>
  </w:abstractNum>
  <w:abstractNum w:abstractNumId="1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7165C"/>
    <w:multiLevelType w:val="hybridMultilevel"/>
    <w:tmpl w:val="18026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06E16"/>
    <w:multiLevelType w:val="multilevel"/>
    <w:tmpl w:val="1054C01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60B4370A"/>
    <w:multiLevelType w:val="hybridMultilevel"/>
    <w:tmpl w:val="54F4AA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1"/>
  </w:num>
  <w:num w:numId="4">
    <w:abstractNumId w:val="7"/>
  </w:num>
  <w:num w:numId="5">
    <w:abstractNumId w:val="5"/>
  </w:num>
  <w:num w:numId="6">
    <w:abstractNumId w:val="6"/>
  </w:num>
  <w:num w:numId="7">
    <w:abstractNumId w:val="14"/>
  </w:num>
  <w:num w:numId="8">
    <w:abstractNumId w:val="9"/>
  </w:num>
  <w:num w:numId="9">
    <w:abstractNumId w:val="4"/>
  </w:num>
  <w:num w:numId="10">
    <w:abstractNumId w:val="3"/>
  </w:num>
  <w:num w:numId="11">
    <w:abstractNumId w:val="11"/>
  </w:num>
  <w:num w:numId="12">
    <w:abstractNumId w:val="10"/>
  </w:num>
  <w:num w:numId="13">
    <w:abstractNumId w:val="0"/>
  </w:num>
  <w:num w:numId="14">
    <w:abstractNumId w:val="8"/>
  </w:num>
  <w:num w:numId="15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710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31CD"/>
    <w:rsid w:val="00244ABC"/>
    <w:rsid w:val="00254F4B"/>
    <w:rsid w:val="00257BBF"/>
    <w:rsid w:val="00260CAB"/>
    <w:rsid w:val="00281FF2"/>
    <w:rsid w:val="002857DE"/>
    <w:rsid w:val="00291567"/>
    <w:rsid w:val="002A22BF"/>
    <w:rsid w:val="002A2389"/>
    <w:rsid w:val="002A5341"/>
    <w:rsid w:val="002A671D"/>
    <w:rsid w:val="002B4D55"/>
    <w:rsid w:val="002B5EA0"/>
    <w:rsid w:val="002B6119"/>
    <w:rsid w:val="002C1F06"/>
    <w:rsid w:val="002D3375"/>
    <w:rsid w:val="002D73D4"/>
    <w:rsid w:val="002E216F"/>
    <w:rsid w:val="002F02A3"/>
    <w:rsid w:val="002F4ABE"/>
    <w:rsid w:val="003018BA"/>
    <w:rsid w:val="0030395F"/>
    <w:rsid w:val="00305C92"/>
    <w:rsid w:val="003151C5"/>
    <w:rsid w:val="003343CF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AC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4F6"/>
    <w:rsid w:val="0061029B"/>
    <w:rsid w:val="00617230"/>
    <w:rsid w:val="00621CE1"/>
    <w:rsid w:val="00622476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DE0"/>
    <w:rsid w:val="007327BD"/>
    <w:rsid w:val="007341C4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5F0D"/>
    <w:rsid w:val="00787C2A"/>
    <w:rsid w:val="00790E27"/>
    <w:rsid w:val="007A4022"/>
    <w:rsid w:val="007A6E6E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25D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49A2"/>
    <w:rsid w:val="008E64F4"/>
    <w:rsid w:val="008F12C9"/>
    <w:rsid w:val="008F6E29"/>
    <w:rsid w:val="00916188"/>
    <w:rsid w:val="009166A9"/>
    <w:rsid w:val="00923D7D"/>
    <w:rsid w:val="00937B94"/>
    <w:rsid w:val="00946B94"/>
    <w:rsid w:val="009508DF"/>
    <w:rsid w:val="00950DAC"/>
    <w:rsid w:val="00954A07"/>
    <w:rsid w:val="00973196"/>
    <w:rsid w:val="009832F2"/>
    <w:rsid w:val="00984B23"/>
    <w:rsid w:val="00990A92"/>
    <w:rsid w:val="00991867"/>
    <w:rsid w:val="00997AB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B1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4AD8"/>
    <w:rsid w:val="00AE5FCB"/>
    <w:rsid w:val="00AF2C1E"/>
    <w:rsid w:val="00B06142"/>
    <w:rsid w:val="00B135B1"/>
    <w:rsid w:val="00B20378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D702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05A3B"/>
    <w:rsid w:val="00D17C3C"/>
    <w:rsid w:val="00D21B0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07"/>
    <w:rsid w:val="00EE32DE"/>
    <w:rsid w:val="00EE5457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2EE8C9-C2BE-44F5-8488-B44B0CEB94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870F7D-2D29-43BA-AABA-8D2AFD8CD1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3CBB838-28F7-4BEB-B7DE-6BC2C3D6DC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8C5814-B523-45DF-B72D-7E36E634C1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5</Pages>
  <Words>1132</Words>
  <Characters>6795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5</cp:revision>
  <cp:lastPrinted>2019-02-06T12:12:00Z</cp:lastPrinted>
  <dcterms:created xsi:type="dcterms:W3CDTF">2020-11-23T21:26:00Z</dcterms:created>
  <dcterms:modified xsi:type="dcterms:W3CDTF">2020-12-13T12:00:00Z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